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9FF82" w14:textId="5209B124" w:rsidR="003432D4" w:rsidRPr="00895EAC" w:rsidRDefault="003432D4" w:rsidP="003432D4">
      <w:pPr>
        <w:jc w:val="center"/>
        <w:rPr>
          <w:b/>
          <w:sz w:val="24"/>
          <w:u w:val="single"/>
        </w:rPr>
      </w:pPr>
      <w:r w:rsidRPr="00895EAC">
        <w:rPr>
          <w:b/>
          <w:sz w:val="24"/>
          <w:u w:val="single"/>
        </w:rPr>
        <w:t>Příloha č. 3 SOD – Požadavky na zaškolení pracovníků Objednatele</w:t>
      </w:r>
    </w:p>
    <w:p w14:paraId="63EC03C1" w14:textId="14503312" w:rsidR="003432D4" w:rsidRDefault="003432D4" w:rsidP="003432D4"/>
    <w:p w14:paraId="63C3FC73" w14:textId="77777777" w:rsidR="003432D4" w:rsidRDefault="003432D4" w:rsidP="003432D4"/>
    <w:p w14:paraId="7058E1AC" w14:textId="3A11AB3F" w:rsidR="003432D4" w:rsidRPr="00EA59A0" w:rsidRDefault="003432D4" w:rsidP="00EA59A0">
      <w:pPr>
        <w:pStyle w:val="Odstavecseseznamem"/>
        <w:numPr>
          <w:ilvl w:val="0"/>
          <w:numId w:val="10"/>
        </w:numPr>
        <w:rPr>
          <w:sz w:val="20"/>
        </w:rPr>
      </w:pPr>
      <w:r w:rsidRPr="00EA59A0">
        <w:rPr>
          <w:sz w:val="20"/>
        </w:rPr>
        <w:t>Údržba kamery a jejího solárním článkem napájeného zdroje.</w:t>
      </w:r>
    </w:p>
    <w:p w14:paraId="61955CB0" w14:textId="221BB07E" w:rsidR="00EA59A0" w:rsidRDefault="00EA59A0" w:rsidP="00EA59A0">
      <w:pPr>
        <w:pStyle w:val="Odstavecseseznamem"/>
        <w:numPr>
          <w:ilvl w:val="0"/>
          <w:numId w:val="10"/>
        </w:numPr>
        <w:rPr>
          <w:sz w:val="20"/>
        </w:rPr>
      </w:pPr>
      <w:r>
        <w:rPr>
          <w:sz w:val="20"/>
        </w:rPr>
        <w:t>Údržba osvětlení větrného rukávu.</w:t>
      </w:r>
    </w:p>
    <w:p w14:paraId="3C615E98" w14:textId="325FCBA0" w:rsidR="00EA59A0" w:rsidRDefault="00EA59A0" w:rsidP="00EA59A0">
      <w:pPr>
        <w:pStyle w:val="Odstavecseseznamem"/>
        <w:numPr>
          <w:ilvl w:val="0"/>
          <w:numId w:val="10"/>
        </w:numPr>
        <w:rPr>
          <w:sz w:val="20"/>
        </w:rPr>
      </w:pPr>
      <w:r>
        <w:rPr>
          <w:sz w:val="20"/>
        </w:rPr>
        <w:t>Sklápění stožáru.</w:t>
      </w:r>
    </w:p>
    <w:p w14:paraId="201380FC" w14:textId="5E25138E" w:rsidR="00EA59A0" w:rsidRPr="00EA59A0" w:rsidRDefault="00EA59A0" w:rsidP="00EA59A0">
      <w:pPr>
        <w:pStyle w:val="Odstavecseseznamem"/>
        <w:numPr>
          <w:ilvl w:val="0"/>
          <w:numId w:val="10"/>
        </w:numPr>
        <w:rPr>
          <w:sz w:val="20"/>
        </w:rPr>
      </w:pPr>
      <w:r>
        <w:rPr>
          <w:sz w:val="20"/>
        </w:rPr>
        <w:t>Údržba výstražných tabulí.</w:t>
      </w:r>
    </w:p>
    <w:sectPr w:rsidR="00EA59A0" w:rsidRPr="00EA59A0" w:rsidSect="008B5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1D6A3" w14:textId="77777777" w:rsidR="00E61BA0" w:rsidRDefault="00E61BA0">
      <w:pPr>
        <w:spacing w:line="240" w:lineRule="auto"/>
      </w:pPr>
      <w:r>
        <w:separator/>
      </w:r>
    </w:p>
  </w:endnote>
  <w:endnote w:type="continuationSeparator" w:id="0">
    <w:p w14:paraId="26624FEF" w14:textId="77777777" w:rsidR="00E61BA0" w:rsidRDefault="00E61B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5A23" w14:textId="77777777" w:rsidR="00BD3633" w:rsidRDefault="00BD36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31E07" w14:textId="77777777" w:rsidR="00BD3633" w:rsidRDefault="0065312B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75C1D7" wp14:editId="4D9A5BFA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BE9A02" w14:textId="77777777" w:rsidR="00BD3633" w:rsidRDefault="0065312B">
                          <w:pPr>
                            <w:pStyle w:val="textzapati"/>
                          </w:pPr>
                          <w:r>
                            <w:t>IČO: 25488627</w:t>
                          </w:r>
                        </w:p>
                        <w:p w14:paraId="4027023D" w14:textId="77777777" w:rsidR="00BD3633" w:rsidRDefault="0065312B">
                          <w:pPr>
                            <w:pStyle w:val="textzapati"/>
                          </w:pPr>
                          <w:r>
                            <w:t>DIČ: CZ25488627</w:t>
                          </w:r>
                        </w:p>
                        <w:p w14:paraId="338DAAE3" w14:textId="77777777" w:rsidR="00BD3633" w:rsidRDefault="0065312B">
                          <w:pPr>
                            <w:pStyle w:val="textzapati"/>
                          </w:pPr>
                          <w:r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5C1D7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9BE9A02" w14:textId="77777777" w:rsidR="00BD3633" w:rsidRDefault="0065312B">
                    <w:pPr>
                      <w:pStyle w:val="textzapati"/>
                    </w:pPr>
                    <w:r>
                      <w:t>IČO: 25488627</w:t>
                    </w:r>
                  </w:p>
                  <w:p w14:paraId="4027023D" w14:textId="77777777" w:rsidR="00BD3633" w:rsidRDefault="0065312B">
                    <w:pPr>
                      <w:pStyle w:val="textzapati"/>
                    </w:pPr>
                    <w:r>
                      <w:t>DIČ: CZ25488627</w:t>
                    </w:r>
                  </w:p>
                  <w:p w14:paraId="338DAAE3" w14:textId="77777777" w:rsidR="00BD3633" w:rsidRDefault="0065312B">
                    <w:pPr>
                      <w:pStyle w:val="textzapati"/>
                    </w:pPr>
                    <w:r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C75DDD" wp14:editId="3C68AB2C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7B8031" wp14:editId="1AF19D0A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FA202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7687001D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341C4D20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7B8031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6CFA202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Krajská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zdravotní</w:t>
                    </w:r>
                    <w:proofErr w:type="spellEnd"/>
                    <w:r>
                      <w:rPr>
                        <w:szCs w:val="16"/>
                      </w:rPr>
                      <w:t xml:space="preserve">, </w:t>
                    </w:r>
                    <w:proofErr w:type="spellStart"/>
                    <w:r>
                      <w:rPr>
                        <w:szCs w:val="16"/>
                      </w:rPr>
                      <w:t>a.s</w:t>
                    </w:r>
                    <w:proofErr w:type="spellEnd"/>
                    <w:r>
                      <w:rPr>
                        <w:szCs w:val="16"/>
                      </w:rPr>
                      <w:t xml:space="preserve">. </w:t>
                    </w:r>
                  </w:p>
                  <w:p w14:paraId="7687001D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341C4D20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2235D1" wp14:editId="35775A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FAA537" w14:textId="77777777" w:rsidR="00BD3633" w:rsidRDefault="0065312B">
                          <w:pPr>
                            <w:pStyle w:val="textzapati"/>
                          </w:pPr>
                          <w:r>
                            <w:t>+420 477 111 111</w:t>
                          </w:r>
                        </w:p>
                        <w:p w14:paraId="00A10FDE" w14:textId="77777777" w:rsidR="00BD3633" w:rsidRDefault="0065312B">
                          <w:pPr>
                            <w:pStyle w:val="textzapati"/>
                          </w:pPr>
                          <w:r>
                            <w:t>ePodatelna@kzcr.eu</w:t>
                          </w:r>
                        </w:p>
                        <w:p w14:paraId="3DEA65CE" w14:textId="77777777" w:rsidR="00BD3633" w:rsidRDefault="0065312B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>.: 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2235D1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4EFAA537" w14:textId="77777777" w:rsidR="00BD3633" w:rsidRDefault="0065312B">
                    <w:pPr>
                      <w:pStyle w:val="textzapati"/>
                    </w:pPr>
                    <w:r>
                      <w:t>+420 477 111 111</w:t>
                    </w:r>
                  </w:p>
                  <w:p w14:paraId="00A10FDE" w14:textId="77777777" w:rsidR="00BD3633" w:rsidRDefault="0065312B">
                    <w:pPr>
                      <w:pStyle w:val="textzapati"/>
                    </w:pPr>
                    <w:r>
                      <w:t>ePodatelna@kzcr.eu</w:t>
                    </w:r>
                  </w:p>
                  <w:p w14:paraId="3DEA65CE" w14:textId="77777777" w:rsidR="00BD3633" w:rsidRDefault="0065312B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>.: 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DFAC0B" wp14:editId="25D7F71E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92FFA8F" wp14:editId="70AC36C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930F" w14:textId="77777777" w:rsidR="00BD3633" w:rsidRDefault="00BD36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51794" w14:textId="77777777" w:rsidR="00E61BA0" w:rsidRDefault="00E61BA0">
      <w:pPr>
        <w:spacing w:line="240" w:lineRule="auto"/>
      </w:pPr>
      <w:r>
        <w:separator/>
      </w:r>
    </w:p>
  </w:footnote>
  <w:footnote w:type="continuationSeparator" w:id="0">
    <w:p w14:paraId="266213B5" w14:textId="77777777" w:rsidR="00E61BA0" w:rsidRDefault="00E61B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8CA1D" w14:textId="77777777" w:rsidR="00BD3633" w:rsidRDefault="00BD36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51A3" w14:textId="5F80B3DF" w:rsidR="00BD3633" w:rsidRDefault="0065312B">
    <w:pPr>
      <w:pStyle w:val="Zhlav"/>
      <w:tabs>
        <w:tab w:val="clear" w:pos="4536"/>
        <w:tab w:val="clear" w:pos="9072"/>
        <w:tab w:val="right" w:pos="9923"/>
      </w:tabs>
    </w:pPr>
    <w:r w:rsidRPr="00B8255A">
      <w:rPr>
        <w:color w:val="A6A6A6"/>
        <w:sz w:val="16"/>
        <w:szCs w:val="16"/>
      </w:rPr>
      <w:tab/>
      <w:t xml:space="preserve">Stránka </w:t>
    </w:r>
    <w:r w:rsidRPr="00B8255A">
      <w:rPr>
        <w:b/>
        <w:bCs/>
        <w:color w:val="A6A6A6"/>
        <w:sz w:val="16"/>
        <w:szCs w:val="16"/>
      </w:rPr>
      <w:fldChar w:fldCharType="begin"/>
    </w:r>
    <w:r w:rsidRPr="00B8255A">
      <w:rPr>
        <w:b/>
        <w:bCs/>
        <w:color w:val="A6A6A6"/>
        <w:sz w:val="16"/>
        <w:szCs w:val="16"/>
      </w:rPr>
      <w:instrText>PAGE  \* Arabic  \* MERGEFORMAT</w:instrText>
    </w:r>
    <w:r w:rsidRPr="00B8255A">
      <w:rPr>
        <w:b/>
        <w:bCs/>
        <w:color w:val="A6A6A6"/>
        <w:sz w:val="16"/>
        <w:szCs w:val="16"/>
      </w:rPr>
      <w:fldChar w:fldCharType="separate"/>
    </w:r>
    <w:r w:rsidR="00F577DC">
      <w:rPr>
        <w:b/>
        <w:bCs/>
        <w:noProof/>
        <w:color w:val="A6A6A6"/>
        <w:sz w:val="16"/>
        <w:szCs w:val="16"/>
      </w:rPr>
      <w:t>1</w:t>
    </w:r>
    <w:r w:rsidRPr="00B8255A">
      <w:rPr>
        <w:b/>
        <w:bCs/>
        <w:color w:val="A6A6A6"/>
        <w:sz w:val="16"/>
        <w:szCs w:val="16"/>
      </w:rPr>
      <w:fldChar w:fldCharType="end"/>
    </w:r>
    <w:r w:rsidRPr="00B8255A">
      <w:rPr>
        <w:color w:val="A6A6A6"/>
        <w:sz w:val="16"/>
        <w:szCs w:val="16"/>
      </w:rPr>
      <w:t xml:space="preserve"> z </w:t>
    </w:r>
    <w:r w:rsidRPr="00B8255A">
      <w:rPr>
        <w:b/>
        <w:bCs/>
        <w:color w:val="A6A6A6"/>
        <w:sz w:val="16"/>
        <w:szCs w:val="16"/>
      </w:rPr>
      <w:fldChar w:fldCharType="begin"/>
    </w:r>
    <w:r w:rsidRPr="00B8255A">
      <w:rPr>
        <w:b/>
        <w:bCs/>
        <w:color w:val="A6A6A6"/>
        <w:sz w:val="16"/>
        <w:szCs w:val="16"/>
      </w:rPr>
      <w:instrText>NUMPAGES  \* Arabic  \* MERGEFORMAT</w:instrText>
    </w:r>
    <w:r w:rsidRPr="00B8255A">
      <w:rPr>
        <w:b/>
        <w:bCs/>
        <w:color w:val="A6A6A6"/>
        <w:sz w:val="16"/>
        <w:szCs w:val="16"/>
      </w:rPr>
      <w:fldChar w:fldCharType="separate"/>
    </w:r>
    <w:r w:rsidR="00F577DC">
      <w:rPr>
        <w:b/>
        <w:bCs/>
        <w:noProof/>
        <w:color w:val="A6A6A6"/>
        <w:sz w:val="16"/>
        <w:szCs w:val="16"/>
      </w:rPr>
      <w:t>1</w:t>
    </w:r>
    <w:r w:rsidRPr="00B8255A">
      <w:rPr>
        <w:b/>
        <w:bCs/>
        <w:color w:val="A6A6A6"/>
        <w:sz w:val="16"/>
        <w:szCs w:val="16"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EE164A6" wp14:editId="67DEFF2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EF8CFA" wp14:editId="31003ECB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EE34" w14:textId="77777777" w:rsidR="00BD3633" w:rsidRDefault="00BD36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7.45pt;height:37.45pt;visibility:visible;mso-wrap-style:square" o:bullet="t">
        <v:imagedata r:id="rId1" o:title=""/>
      </v:shape>
    </w:pict>
  </w:numPicBullet>
  <w:abstractNum w:abstractNumId="0" w15:restartNumberingAfterBreak="0">
    <w:nsid w:val="10A703E4"/>
    <w:multiLevelType w:val="hybridMultilevel"/>
    <w:tmpl w:val="600C44DE"/>
    <w:lvl w:ilvl="0" w:tplc="83E446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E2D32"/>
    <w:multiLevelType w:val="hybridMultilevel"/>
    <w:tmpl w:val="59BAC896"/>
    <w:lvl w:ilvl="0" w:tplc="68BC66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066E6"/>
    <w:multiLevelType w:val="hybridMultilevel"/>
    <w:tmpl w:val="137E401A"/>
    <w:lvl w:ilvl="0" w:tplc="A230A4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E75AA"/>
    <w:multiLevelType w:val="hybridMultilevel"/>
    <w:tmpl w:val="A640770A"/>
    <w:lvl w:ilvl="0" w:tplc="4E403ED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2799F"/>
    <w:multiLevelType w:val="hybridMultilevel"/>
    <w:tmpl w:val="DDBAD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35916"/>
    <w:multiLevelType w:val="hybridMultilevel"/>
    <w:tmpl w:val="C4D49326"/>
    <w:lvl w:ilvl="0" w:tplc="ECB0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633"/>
    <w:rsid w:val="000B2E99"/>
    <w:rsid w:val="0010787B"/>
    <w:rsid w:val="003432D4"/>
    <w:rsid w:val="004414E0"/>
    <w:rsid w:val="004E7CC1"/>
    <w:rsid w:val="00577EFC"/>
    <w:rsid w:val="005F5C30"/>
    <w:rsid w:val="0065312B"/>
    <w:rsid w:val="00746EF5"/>
    <w:rsid w:val="007B5572"/>
    <w:rsid w:val="00895EAC"/>
    <w:rsid w:val="008B5117"/>
    <w:rsid w:val="009301EE"/>
    <w:rsid w:val="00B8255A"/>
    <w:rsid w:val="00BD3633"/>
    <w:rsid w:val="00C379FC"/>
    <w:rsid w:val="00E37F9A"/>
    <w:rsid w:val="00E61BA0"/>
    <w:rsid w:val="00E71C6C"/>
    <w:rsid w:val="00EA59A0"/>
    <w:rsid w:val="00EA73AA"/>
    <w:rsid w:val="00F32CDB"/>
    <w:rsid w:val="00F5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9320D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styleId="Zstupntext">
    <w:name w:val="Placeholder Text"/>
    <w:basedOn w:val="Standardnpsmoodstavce"/>
    <w:uiPriority w:val="99"/>
    <w:rPr>
      <w:color w:val="808080"/>
    </w:rPr>
  </w:style>
  <w:style w:type="paragraph" w:customStyle="1" w:styleId="Adresa">
    <w:name w:val="Adresa"/>
    <w:basedOn w:val="Bezmezer"/>
    <w:qFormat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Pr>
      <w:rFonts w:ascii="Arial" w:hAnsi="Arial"/>
      <w:sz w:val="18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link w:val="TextkomenteChar"/>
    <w:pPr>
      <w:spacing w:line="240" w:lineRule="auto"/>
    </w:pPr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F32CD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CD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32CDB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39"/>
    <w:rsid w:val="00E7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E7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BAA80-7292-4709-AD6C-F1B78441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5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Randák Jiří</cp:lastModifiedBy>
  <cp:revision>2</cp:revision>
  <cp:lastPrinted>2025-02-20T13:28:00Z</cp:lastPrinted>
  <dcterms:created xsi:type="dcterms:W3CDTF">2026-01-08T07:04:00Z</dcterms:created>
  <dcterms:modified xsi:type="dcterms:W3CDTF">2026-01-08T07:04:00Z</dcterms:modified>
</cp:coreProperties>
</file>